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DDE67" w14:textId="51DD19D7" w:rsidR="00E96394" w:rsidRPr="006E6E6D" w:rsidRDefault="00E96394" w:rsidP="006859F3">
      <w:pPr>
        <w:pStyle w:val="Titredudocument"/>
      </w:pPr>
      <w:r w:rsidRPr="006E6E6D">
        <w:t>Fiche</w:t>
      </w:r>
      <w:r w:rsidR="00963262">
        <w:t> </w:t>
      </w:r>
      <w:r w:rsidRPr="006E6E6D">
        <w:t>2 : Test de positionnement</w:t>
      </w:r>
    </w:p>
    <w:p w14:paraId="7ABEEC23" w14:textId="22FAB60D" w:rsidR="00E96394" w:rsidRPr="006859F3" w:rsidRDefault="00E96394" w:rsidP="006859F3">
      <w:pPr>
        <w:pStyle w:val="Encartgras"/>
        <w:rPr>
          <w:rFonts w:eastAsiaTheme="minorHAnsi"/>
        </w:rPr>
      </w:pPr>
      <w:r w:rsidRPr="006859F3">
        <w:t>Domaine</w:t>
      </w:r>
      <w:r w:rsidR="00963262">
        <w:t> </w:t>
      </w:r>
      <w:r w:rsidRPr="006859F3">
        <w:t xml:space="preserve">: </w:t>
      </w:r>
      <w:r w:rsidRPr="006859F3">
        <w:rPr>
          <w:rFonts w:eastAsiaTheme="minorHAnsi"/>
        </w:rPr>
        <w:t>Organisation et gestion de données, fonction</w:t>
      </w:r>
    </w:p>
    <w:p w14:paraId="5E7E561E" w14:textId="0395D1BB" w:rsidR="00892BEE" w:rsidRPr="006859F3" w:rsidRDefault="00E96394" w:rsidP="006859F3">
      <w:pPr>
        <w:pStyle w:val="Encartgras"/>
      </w:pPr>
      <w:r w:rsidRPr="006859F3">
        <w:t xml:space="preserve">Sous thème : </w:t>
      </w:r>
      <w:r w:rsidR="00892BEE" w:rsidRPr="006859F3">
        <w:t>Résoudre des problèmes simples</w:t>
      </w:r>
      <w:r w:rsidRPr="006859F3">
        <w:t xml:space="preserve"> en lien avec la proportionnalité</w:t>
      </w:r>
      <w:r w:rsidR="005B41D7" w:rsidRPr="006859F3">
        <w:t xml:space="preserve"> </w:t>
      </w:r>
    </w:p>
    <w:p w14:paraId="68DE34D0" w14:textId="77777777" w:rsidR="006859F3" w:rsidRDefault="006859F3" w:rsidP="006859F3">
      <w:pPr>
        <w:pStyle w:val="Titre1"/>
      </w:pPr>
      <w:r>
        <w:t>Je m’exerce</w:t>
      </w:r>
    </w:p>
    <w:p w14:paraId="52B334B8" w14:textId="55743474" w:rsidR="006859F3" w:rsidRDefault="0041585D" w:rsidP="006859F3">
      <w:pPr>
        <w:pStyle w:val="Titre2"/>
      </w:pPr>
      <w:r w:rsidRPr="006E6E6D">
        <w:t>Exercice</w:t>
      </w:r>
      <w:r w:rsidR="00963262">
        <w:t> </w:t>
      </w:r>
      <w:r w:rsidR="00194FF2" w:rsidRPr="006E6E6D">
        <w:t>4</w:t>
      </w:r>
      <w:r w:rsidR="006859F3">
        <w:t> </w:t>
      </w:r>
    </w:p>
    <w:p w14:paraId="5BEA5BC7" w14:textId="21DDBD48" w:rsidR="0041585D" w:rsidRPr="006859F3" w:rsidRDefault="00F25471" w:rsidP="006859F3">
      <w:pPr>
        <w:rPr>
          <w:b/>
        </w:rPr>
      </w:pPr>
      <w:r w:rsidRPr="006859F3">
        <w:rPr>
          <w:b/>
        </w:rPr>
        <w:t xml:space="preserve">La calculatrice </w:t>
      </w:r>
      <w:r w:rsidR="005B41D7" w:rsidRPr="006859F3">
        <w:rPr>
          <w:b/>
        </w:rPr>
        <w:t>est</w:t>
      </w:r>
      <w:r w:rsidRPr="006859F3">
        <w:rPr>
          <w:b/>
        </w:rPr>
        <w:t xml:space="preserve"> autorisée</w:t>
      </w:r>
    </w:p>
    <w:tbl>
      <w:tblPr>
        <w:tblStyle w:val="Grilledutableau"/>
        <w:tblW w:w="992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016"/>
        <w:gridCol w:w="1227"/>
        <w:gridCol w:w="1229"/>
        <w:gridCol w:w="1227"/>
        <w:gridCol w:w="1228"/>
      </w:tblGrid>
      <w:tr w:rsidR="00892BEE" w:rsidRPr="006859F3" w14:paraId="718FCF66" w14:textId="77777777" w:rsidTr="00963262">
        <w:trPr>
          <w:trHeight w:val="358"/>
        </w:trPr>
        <w:tc>
          <w:tcPr>
            <w:tcW w:w="5016" w:type="dxa"/>
          </w:tcPr>
          <w:p w14:paraId="6DD4091F" w14:textId="30CC93AB" w:rsidR="00892BEE" w:rsidRPr="006859F3" w:rsidRDefault="002A3D8B" w:rsidP="006859F3">
            <w:p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859F3">
              <w:rPr>
                <w:b/>
                <w:bCs/>
                <w:sz w:val="22"/>
                <w:szCs w:val="22"/>
              </w:rPr>
              <w:t>É</w:t>
            </w:r>
            <w:r w:rsidR="00892BEE" w:rsidRPr="006859F3">
              <w:rPr>
                <w:b/>
                <w:bCs/>
                <w:sz w:val="22"/>
                <w:szCs w:val="22"/>
              </w:rPr>
              <w:t>noncé</w:t>
            </w:r>
          </w:p>
        </w:tc>
        <w:tc>
          <w:tcPr>
            <w:tcW w:w="4911" w:type="dxa"/>
            <w:gridSpan w:val="4"/>
          </w:tcPr>
          <w:p w14:paraId="058F9D3D" w14:textId="76A410D0" w:rsidR="00892BEE" w:rsidRPr="006859F3" w:rsidRDefault="00892BEE" w:rsidP="006859F3">
            <w:p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859F3">
              <w:rPr>
                <w:b/>
                <w:bCs/>
                <w:sz w:val="22"/>
                <w:szCs w:val="22"/>
              </w:rPr>
              <w:t>Réponse</w:t>
            </w:r>
          </w:p>
        </w:tc>
      </w:tr>
      <w:tr w:rsidR="0010049C" w:rsidRPr="006859F3" w14:paraId="36B6CC41" w14:textId="77777777" w:rsidTr="00963262">
        <w:trPr>
          <w:trHeight w:val="2381"/>
        </w:trPr>
        <w:tc>
          <w:tcPr>
            <w:tcW w:w="5016" w:type="dxa"/>
          </w:tcPr>
          <w:p w14:paraId="41575DDD" w14:textId="77777777" w:rsidR="006859F3" w:rsidRPr="006859F3" w:rsidRDefault="009D0055" w:rsidP="006859F3">
            <w:pPr>
              <w:pStyle w:val="Paragraphedeliste"/>
              <w:numPr>
                <w:ilvl w:val="0"/>
                <w:numId w:val="7"/>
              </w:numPr>
              <w:spacing w:beforeAutospacing="0" w:afterAutospacing="0"/>
              <w:ind w:left="322" w:hanging="284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 xml:space="preserve"> </w:t>
            </w:r>
            <w:r w:rsidR="006859F3" w:rsidRPr="006859F3">
              <w:rPr>
                <w:sz w:val="22"/>
                <w:szCs w:val="22"/>
              </w:rPr>
              <w:t>Ce tableau représente une situation de proportionnalité.</w:t>
            </w:r>
          </w:p>
          <w:p w14:paraId="4FB8CFF6" w14:textId="7A634F18" w:rsidR="006859F3" w:rsidRPr="006859F3" w:rsidRDefault="006859F3" w:rsidP="006859F3">
            <w:pPr>
              <w:pStyle w:val="Paragraphedeliste"/>
              <w:spacing w:beforeAutospacing="0" w:afterAutospacing="0"/>
              <w:ind w:left="322" w:hanging="284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ab/>
              <w:t>Quelle est la valeur manquante</w:t>
            </w:r>
            <w:r w:rsidR="00963262">
              <w:rPr>
                <w:sz w:val="22"/>
                <w:szCs w:val="22"/>
              </w:rPr>
              <w:t> </w:t>
            </w:r>
            <w:r w:rsidRPr="006859F3">
              <w:rPr>
                <w:sz w:val="22"/>
                <w:szCs w:val="22"/>
              </w:rPr>
              <w:t>?</w:t>
            </w:r>
          </w:p>
          <w:p w14:paraId="000EE0B2" w14:textId="77777777" w:rsidR="006859F3" w:rsidRPr="006859F3" w:rsidRDefault="006859F3" w:rsidP="006859F3">
            <w:pPr>
              <w:pStyle w:val="Paragraphedeliste"/>
              <w:spacing w:beforeAutospacing="0" w:afterAutospacing="0"/>
              <w:ind w:left="322" w:hanging="284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ab/>
              <w:t>(Entourer la bonne réponse)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024"/>
              <w:gridCol w:w="1065"/>
            </w:tblGrid>
            <w:tr w:rsidR="006859F3" w:rsidRPr="006859F3" w14:paraId="60447A85" w14:textId="77777777" w:rsidTr="006859F3">
              <w:trPr>
                <w:jc w:val="center"/>
              </w:trPr>
              <w:tc>
                <w:tcPr>
                  <w:tcW w:w="1024" w:type="dxa"/>
                </w:tcPr>
                <w:p w14:paraId="55CEB559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  <w:r w:rsidRPr="006859F3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065" w:type="dxa"/>
                </w:tcPr>
                <w:p w14:paraId="7610095F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  <w:r w:rsidRPr="006859F3">
                    <w:rPr>
                      <w:sz w:val="22"/>
                      <w:szCs w:val="22"/>
                    </w:rPr>
                    <w:t>28</w:t>
                  </w:r>
                </w:p>
              </w:tc>
            </w:tr>
            <w:tr w:rsidR="006859F3" w:rsidRPr="006859F3" w14:paraId="6C581299" w14:textId="77777777" w:rsidTr="006859F3">
              <w:trPr>
                <w:jc w:val="center"/>
              </w:trPr>
              <w:tc>
                <w:tcPr>
                  <w:tcW w:w="1024" w:type="dxa"/>
                </w:tcPr>
                <w:p w14:paraId="3E1D27A5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  <w:r w:rsidRPr="006859F3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65" w:type="dxa"/>
                </w:tcPr>
                <w:p w14:paraId="7F86AAEC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6377C38" w14:textId="3A58686C" w:rsidR="000B17FF" w:rsidRPr="006859F3" w:rsidRDefault="000B17FF" w:rsidP="006859F3">
            <w:pPr>
              <w:spacing w:beforeAutospacing="0" w:afterAutospacing="0"/>
              <w:rPr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14:paraId="42C7DCB9" w14:textId="21EAD78A" w:rsidR="000B17FF" w:rsidRPr="006859F3" w:rsidRDefault="000B17FF" w:rsidP="006859F3">
            <w:pPr>
              <w:spacing w:beforeAutospacing="0" w:afterAutospacing="0"/>
              <w:jc w:val="center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>19</w:t>
            </w:r>
          </w:p>
        </w:tc>
        <w:tc>
          <w:tcPr>
            <w:tcW w:w="1229" w:type="dxa"/>
            <w:vAlign w:val="center"/>
          </w:tcPr>
          <w:p w14:paraId="086B8126" w14:textId="34A00C9B" w:rsidR="000B17FF" w:rsidRPr="006859F3" w:rsidRDefault="000B17FF" w:rsidP="006859F3">
            <w:pPr>
              <w:spacing w:beforeAutospacing="0" w:afterAutospacing="0"/>
              <w:jc w:val="center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>112</w:t>
            </w:r>
          </w:p>
        </w:tc>
        <w:tc>
          <w:tcPr>
            <w:tcW w:w="1227" w:type="dxa"/>
            <w:vAlign w:val="center"/>
          </w:tcPr>
          <w:p w14:paraId="1F463D6A" w14:textId="75EFD686" w:rsidR="000B17FF" w:rsidRPr="006859F3" w:rsidRDefault="000B17FF" w:rsidP="006859F3">
            <w:pPr>
              <w:spacing w:beforeAutospacing="0" w:afterAutospacing="0"/>
              <w:jc w:val="center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>7</w:t>
            </w:r>
          </w:p>
        </w:tc>
        <w:tc>
          <w:tcPr>
            <w:tcW w:w="1228" w:type="dxa"/>
            <w:vAlign w:val="center"/>
          </w:tcPr>
          <w:p w14:paraId="59A554E5" w14:textId="4A9A732C" w:rsidR="000B17FF" w:rsidRPr="006859F3" w:rsidRDefault="000B17FF" w:rsidP="006859F3">
            <w:pPr>
              <w:spacing w:beforeAutospacing="0" w:afterAutospacing="0"/>
              <w:jc w:val="center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>4</w:t>
            </w:r>
          </w:p>
        </w:tc>
      </w:tr>
      <w:tr w:rsidR="00504B0E" w:rsidRPr="006859F3" w14:paraId="705585FC" w14:textId="77777777" w:rsidTr="00963262">
        <w:trPr>
          <w:trHeight w:val="2157"/>
        </w:trPr>
        <w:tc>
          <w:tcPr>
            <w:tcW w:w="5016" w:type="dxa"/>
          </w:tcPr>
          <w:p w14:paraId="75127FB6" w14:textId="3F3BF230" w:rsidR="006859F3" w:rsidRDefault="00504B0E" w:rsidP="006859F3">
            <w:pPr>
              <w:pStyle w:val="Paragraphedeliste"/>
              <w:numPr>
                <w:ilvl w:val="0"/>
                <w:numId w:val="7"/>
              </w:numPr>
              <w:spacing w:beforeAutospacing="0" w:afterAutospacing="0"/>
              <w:ind w:left="322" w:hanging="322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>Le tableau ci-dessous est de proportionnalité :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838"/>
              <w:gridCol w:w="992"/>
            </w:tblGrid>
            <w:tr w:rsidR="006859F3" w:rsidRPr="006859F3" w14:paraId="70B508CE" w14:textId="77777777" w:rsidTr="00963262">
              <w:trPr>
                <w:trHeight w:val="562"/>
                <w:jc w:val="center"/>
              </w:trPr>
              <w:tc>
                <w:tcPr>
                  <w:tcW w:w="1838" w:type="dxa"/>
                  <w:shd w:val="clear" w:color="auto" w:fill="auto"/>
                  <w:vAlign w:val="center"/>
                </w:tcPr>
                <w:p w14:paraId="5F4D02F2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859F3">
                    <w:rPr>
                      <w:b/>
                      <w:bCs/>
                      <w:sz w:val="22"/>
                      <w:szCs w:val="22"/>
                    </w:rPr>
                    <w:t xml:space="preserve">Pas </w:t>
                  </w:r>
                </w:p>
                <w:p w14:paraId="2876E3D1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859F3">
                    <w:rPr>
                      <w:b/>
                      <w:bCs/>
                      <w:sz w:val="22"/>
                      <w:szCs w:val="22"/>
                    </w:rPr>
                    <w:t>(en nombre)</w:t>
                  </w:r>
                </w:p>
              </w:tc>
              <w:tc>
                <w:tcPr>
                  <w:tcW w:w="992" w:type="dxa"/>
                  <w:vAlign w:val="center"/>
                </w:tcPr>
                <w:p w14:paraId="740EA3F6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  <w:r w:rsidRPr="006859F3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6859F3" w:rsidRPr="006859F3" w14:paraId="6EEEAD20" w14:textId="77777777" w:rsidTr="00963262">
              <w:trPr>
                <w:trHeight w:val="562"/>
                <w:jc w:val="center"/>
              </w:trPr>
              <w:tc>
                <w:tcPr>
                  <w:tcW w:w="1838" w:type="dxa"/>
                  <w:shd w:val="clear" w:color="auto" w:fill="auto"/>
                  <w:vAlign w:val="center"/>
                </w:tcPr>
                <w:p w14:paraId="6C1FAB2A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859F3">
                    <w:rPr>
                      <w:b/>
                      <w:bCs/>
                      <w:sz w:val="22"/>
                      <w:szCs w:val="22"/>
                    </w:rPr>
                    <w:t xml:space="preserve">Distance </w:t>
                  </w:r>
                </w:p>
                <w:p w14:paraId="15F64C7E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859F3">
                    <w:rPr>
                      <w:b/>
                      <w:bCs/>
                      <w:sz w:val="22"/>
                      <w:szCs w:val="22"/>
                    </w:rPr>
                    <w:t>(en m)</w:t>
                  </w:r>
                </w:p>
              </w:tc>
              <w:tc>
                <w:tcPr>
                  <w:tcW w:w="992" w:type="dxa"/>
                  <w:vAlign w:val="center"/>
                </w:tcPr>
                <w:p w14:paraId="24E13659" w14:textId="77777777" w:rsidR="006859F3" w:rsidRPr="006859F3" w:rsidRDefault="006859F3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  <w:r w:rsidRPr="006859F3">
                    <w:rPr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1481A74C" w14:textId="407B1569" w:rsidR="00504B0E" w:rsidRPr="006859F3" w:rsidRDefault="003074DA" w:rsidP="006859F3">
            <w:pPr>
              <w:tabs>
                <w:tab w:val="left" w:pos="276"/>
              </w:tabs>
              <w:spacing w:beforeAutospacing="0" w:afterAutospacing="0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ab/>
            </w:r>
            <w:r w:rsidR="00504B0E" w:rsidRPr="006859F3">
              <w:rPr>
                <w:sz w:val="22"/>
                <w:szCs w:val="22"/>
              </w:rPr>
              <w:t>Quel est le coefficient de proportionnalité</w:t>
            </w:r>
            <w:r w:rsidR="00963262">
              <w:rPr>
                <w:sz w:val="22"/>
                <w:szCs w:val="22"/>
              </w:rPr>
              <w:t> </w:t>
            </w:r>
            <w:r w:rsidR="00504B0E" w:rsidRPr="006859F3">
              <w:rPr>
                <w:sz w:val="22"/>
                <w:szCs w:val="22"/>
              </w:rPr>
              <w:t>?</w:t>
            </w:r>
          </w:p>
        </w:tc>
        <w:tc>
          <w:tcPr>
            <w:tcW w:w="4911" w:type="dxa"/>
            <w:gridSpan w:val="4"/>
          </w:tcPr>
          <w:p w14:paraId="6835BB0B" w14:textId="7BC4ECF3" w:rsidR="00504B0E" w:rsidRPr="006859F3" w:rsidRDefault="00504B0E" w:rsidP="006859F3">
            <w:pPr>
              <w:spacing w:beforeAutospacing="0" w:afterAutospacing="0"/>
              <w:jc w:val="center"/>
              <w:rPr>
                <w:sz w:val="22"/>
                <w:szCs w:val="22"/>
              </w:rPr>
            </w:pPr>
          </w:p>
        </w:tc>
      </w:tr>
      <w:tr w:rsidR="005B41D7" w:rsidRPr="006859F3" w14:paraId="4213823E" w14:textId="77777777" w:rsidTr="00963262">
        <w:trPr>
          <w:trHeight w:val="3288"/>
        </w:trPr>
        <w:tc>
          <w:tcPr>
            <w:tcW w:w="5016" w:type="dxa"/>
          </w:tcPr>
          <w:p w14:paraId="3183BB86" w14:textId="5D19503E" w:rsidR="005B41D7" w:rsidRPr="006859F3" w:rsidRDefault="005B41D7" w:rsidP="006859F3">
            <w:pPr>
              <w:pStyle w:val="Paragraphedeliste"/>
              <w:numPr>
                <w:ilvl w:val="0"/>
                <w:numId w:val="7"/>
              </w:numPr>
              <w:spacing w:beforeAutospacing="0" w:afterAutospacing="0"/>
              <w:ind w:left="322" w:hanging="284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>M</w:t>
            </w:r>
            <w:r w:rsidR="00D174E9" w:rsidRPr="006859F3">
              <w:rPr>
                <w:sz w:val="22"/>
                <w:szCs w:val="22"/>
              </w:rPr>
              <w:t>me</w:t>
            </w:r>
            <w:r w:rsidR="00963262">
              <w:rPr>
                <w:sz w:val="22"/>
                <w:szCs w:val="22"/>
              </w:rPr>
              <w:t> </w:t>
            </w:r>
            <w:proofErr w:type="spellStart"/>
            <w:r w:rsidR="00D174E9" w:rsidRPr="006859F3">
              <w:rPr>
                <w:sz w:val="22"/>
                <w:szCs w:val="22"/>
              </w:rPr>
              <w:t>Delobel</w:t>
            </w:r>
            <w:proofErr w:type="spellEnd"/>
            <w:r w:rsidRPr="006859F3">
              <w:rPr>
                <w:sz w:val="22"/>
                <w:szCs w:val="22"/>
              </w:rPr>
              <w:t xml:space="preserve"> est professeur</w:t>
            </w:r>
            <w:r w:rsidR="00D174E9" w:rsidRPr="006859F3">
              <w:rPr>
                <w:sz w:val="22"/>
                <w:szCs w:val="22"/>
              </w:rPr>
              <w:t>e</w:t>
            </w:r>
            <w:r w:rsidRPr="006859F3">
              <w:rPr>
                <w:sz w:val="22"/>
                <w:szCs w:val="22"/>
              </w:rPr>
              <w:t xml:space="preserve"> de </w:t>
            </w:r>
            <w:r w:rsidR="002A3D8B" w:rsidRPr="006859F3">
              <w:rPr>
                <w:sz w:val="22"/>
                <w:szCs w:val="22"/>
              </w:rPr>
              <w:t>f</w:t>
            </w:r>
            <w:r w:rsidR="00D174E9" w:rsidRPr="006859F3">
              <w:rPr>
                <w:sz w:val="22"/>
                <w:szCs w:val="22"/>
              </w:rPr>
              <w:t>rançais</w:t>
            </w:r>
            <w:r w:rsidRPr="006859F3">
              <w:rPr>
                <w:sz w:val="22"/>
                <w:szCs w:val="22"/>
              </w:rPr>
              <w:t>. Elle fait en moyenne 840 photocopies par an pour une classe de 28 élèves. Cette année scolaire, elle a 50 élèves.</w:t>
            </w:r>
          </w:p>
          <w:p w14:paraId="25BDC2B2" w14:textId="221C7534" w:rsidR="005B41D7" w:rsidRPr="006859F3" w:rsidRDefault="003074DA" w:rsidP="006859F3">
            <w:pPr>
              <w:spacing w:beforeAutospacing="0" w:afterAutospacing="0"/>
              <w:ind w:left="322" w:hanging="284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ab/>
            </w:r>
            <w:r w:rsidR="005B41D7" w:rsidRPr="006859F3">
              <w:rPr>
                <w:sz w:val="22"/>
                <w:szCs w:val="22"/>
              </w:rPr>
              <w:t>En utilisant le coefficient de proportionnalité, combien de photocopies va-t-elle faire cette année ?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873"/>
              <w:gridCol w:w="1001"/>
              <w:gridCol w:w="916"/>
            </w:tblGrid>
            <w:tr w:rsidR="005B41D7" w:rsidRPr="006859F3" w14:paraId="7AAC5D0C" w14:textId="77777777" w:rsidTr="006859F3">
              <w:trPr>
                <w:trHeight w:val="450"/>
              </w:trPr>
              <w:tc>
                <w:tcPr>
                  <w:tcW w:w="3020" w:type="dxa"/>
                  <w:shd w:val="clear" w:color="auto" w:fill="auto"/>
                  <w:vAlign w:val="center"/>
                </w:tcPr>
                <w:p w14:paraId="7BE2F749" w14:textId="77777777" w:rsidR="005B41D7" w:rsidRPr="006859F3" w:rsidRDefault="005B41D7" w:rsidP="006859F3">
                  <w:pPr>
                    <w:spacing w:beforeAutospacing="0" w:afterAutospacing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859F3">
                    <w:rPr>
                      <w:b/>
                      <w:bCs/>
                      <w:sz w:val="22"/>
                      <w:szCs w:val="22"/>
                    </w:rPr>
                    <w:t>Nombre d’élèves</w:t>
                  </w:r>
                </w:p>
              </w:tc>
              <w:tc>
                <w:tcPr>
                  <w:tcW w:w="1086" w:type="dxa"/>
                  <w:vAlign w:val="center"/>
                </w:tcPr>
                <w:p w14:paraId="4D359671" w14:textId="77777777" w:rsidR="005B41D7" w:rsidRPr="006859F3" w:rsidRDefault="005B41D7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BD94EAF" w14:textId="77777777" w:rsidR="005B41D7" w:rsidRPr="006859F3" w:rsidRDefault="005B41D7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B41D7" w:rsidRPr="006859F3" w14:paraId="205B9E3F" w14:textId="77777777" w:rsidTr="006859F3">
              <w:trPr>
                <w:trHeight w:val="454"/>
              </w:trPr>
              <w:tc>
                <w:tcPr>
                  <w:tcW w:w="3020" w:type="dxa"/>
                  <w:shd w:val="clear" w:color="auto" w:fill="auto"/>
                  <w:vAlign w:val="center"/>
                </w:tcPr>
                <w:p w14:paraId="417A8E85" w14:textId="77777777" w:rsidR="005B41D7" w:rsidRPr="006859F3" w:rsidRDefault="005B41D7" w:rsidP="006859F3">
                  <w:pPr>
                    <w:spacing w:beforeAutospacing="0" w:afterAutospacing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859F3">
                    <w:rPr>
                      <w:b/>
                      <w:bCs/>
                      <w:sz w:val="22"/>
                      <w:szCs w:val="22"/>
                    </w:rPr>
                    <w:t>Nombre de photocopies</w:t>
                  </w:r>
                </w:p>
              </w:tc>
              <w:tc>
                <w:tcPr>
                  <w:tcW w:w="1086" w:type="dxa"/>
                  <w:vAlign w:val="center"/>
                </w:tcPr>
                <w:p w14:paraId="15BA5338" w14:textId="77777777" w:rsidR="005B41D7" w:rsidRPr="006859F3" w:rsidRDefault="005B41D7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28174916" w14:textId="77777777" w:rsidR="005B41D7" w:rsidRPr="006859F3" w:rsidRDefault="005B41D7" w:rsidP="006859F3">
                  <w:pPr>
                    <w:spacing w:beforeAutospacing="0" w:afterAutospacing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C021174" w14:textId="341E11D1" w:rsidR="005B41D7" w:rsidRPr="006859F3" w:rsidRDefault="005B41D7" w:rsidP="006859F3">
            <w:pPr>
              <w:pStyle w:val="Paragraphedeliste"/>
              <w:spacing w:beforeAutospacing="0" w:afterAutospacing="0"/>
              <w:ind w:left="0"/>
              <w:rPr>
                <w:sz w:val="22"/>
                <w:szCs w:val="22"/>
              </w:rPr>
            </w:pPr>
          </w:p>
        </w:tc>
        <w:tc>
          <w:tcPr>
            <w:tcW w:w="4911" w:type="dxa"/>
            <w:gridSpan w:val="4"/>
          </w:tcPr>
          <w:p w14:paraId="2C07CB6B" w14:textId="291A0F08" w:rsidR="005255B7" w:rsidRPr="006859F3" w:rsidRDefault="005255B7" w:rsidP="006859F3">
            <w:pPr>
              <w:spacing w:beforeAutospacing="0" w:afterAutospacing="0"/>
              <w:rPr>
                <w:sz w:val="22"/>
                <w:szCs w:val="22"/>
              </w:rPr>
            </w:pPr>
          </w:p>
        </w:tc>
      </w:tr>
      <w:tr w:rsidR="005B41D7" w:rsidRPr="006859F3" w14:paraId="07002550" w14:textId="77777777" w:rsidTr="00963262">
        <w:trPr>
          <w:trHeight w:val="1723"/>
        </w:trPr>
        <w:tc>
          <w:tcPr>
            <w:tcW w:w="5016" w:type="dxa"/>
          </w:tcPr>
          <w:p w14:paraId="04416348" w14:textId="37676330" w:rsidR="005B41D7" w:rsidRPr="006859F3" w:rsidRDefault="005B41D7" w:rsidP="006859F3">
            <w:pPr>
              <w:pStyle w:val="Paragraphedeliste"/>
              <w:numPr>
                <w:ilvl w:val="0"/>
                <w:numId w:val="7"/>
              </w:numPr>
              <w:spacing w:beforeAutospacing="0" w:afterAutospacing="0"/>
              <w:ind w:left="322" w:hanging="322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>Une voiture roule à une vitesse constante de 80</w:t>
            </w:r>
            <w:r w:rsidR="00963262">
              <w:rPr>
                <w:sz w:val="22"/>
                <w:szCs w:val="22"/>
              </w:rPr>
              <w:t> </w:t>
            </w:r>
            <w:r w:rsidRPr="006859F3">
              <w:rPr>
                <w:sz w:val="22"/>
                <w:szCs w:val="22"/>
              </w:rPr>
              <w:t xml:space="preserve">km par heure. </w:t>
            </w:r>
          </w:p>
          <w:p w14:paraId="01784B1C" w14:textId="1984EF27" w:rsidR="005B41D7" w:rsidRPr="006859F3" w:rsidRDefault="003074DA" w:rsidP="006859F3">
            <w:pPr>
              <w:tabs>
                <w:tab w:val="left" w:pos="310"/>
              </w:tabs>
              <w:spacing w:beforeAutospacing="0" w:afterAutospacing="0"/>
              <w:rPr>
                <w:sz w:val="22"/>
                <w:szCs w:val="22"/>
              </w:rPr>
            </w:pPr>
            <w:r w:rsidRPr="006859F3">
              <w:rPr>
                <w:sz w:val="22"/>
                <w:szCs w:val="22"/>
              </w:rPr>
              <w:tab/>
            </w:r>
            <w:r w:rsidR="005B41D7" w:rsidRPr="006859F3">
              <w:rPr>
                <w:sz w:val="22"/>
                <w:szCs w:val="22"/>
              </w:rPr>
              <w:t xml:space="preserve">En utilisant le coefficient de proportionnalité, </w:t>
            </w:r>
            <w:r w:rsidRPr="006859F3">
              <w:rPr>
                <w:sz w:val="22"/>
                <w:szCs w:val="22"/>
              </w:rPr>
              <w:tab/>
            </w:r>
            <w:r w:rsidR="005B41D7" w:rsidRPr="006859F3">
              <w:rPr>
                <w:sz w:val="22"/>
                <w:szCs w:val="22"/>
              </w:rPr>
              <w:t xml:space="preserve">combien de temps faudra-t-il pour parcourir </w:t>
            </w:r>
            <w:r w:rsidRPr="006859F3">
              <w:rPr>
                <w:sz w:val="22"/>
                <w:szCs w:val="22"/>
              </w:rPr>
              <w:tab/>
            </w:r>
            <w:r w:rsidR="005B41D7" w:rsidRPr="006859F3">
              <w:rPr>
                <w:sz w:val="22"/>
                <w:szCs w:val="22"/>
              </w:rPr>
              <w:t>280</w:t>
            </w:r>
            <w:r w:rsidR="00963262">
              <w:rPr>
                <w:sz w:val="22"/>
                <w:szCs w:val="22"/>
              </w:rPr>
              <w:t> </w:t>
            </w:r>
            <w:r w:rsidR="005B41D7" w:rsidRPr="006859F3">
              <w:rPr>
                <w:sz w:val="22"/>
                <w:szCs w:val="22"/>
              </w:rPr>
              <w:t>km </w:t>
            </w:r>
            <w:bookmarkStart w:id="0" w:name="_GoBack"/>
            <w:r w:rsidR="005B41D7" w:rsidRPr="006859F3">
              <w:rPr>
                <w:sz w:val="22"/>
                <w:szCs w:val="22"/>
              </w:rPr>
              <w:t>?</w:t>
            </w:r>
            <w:bookmarkEnd w:id="0"/>
          </w:p>
        </w:tc>
        <w:tc>
          <w:tcPr>
            <w:tcW w:w="4911" w:type="dxa"/>
            <w:gridSpan w:val="4"/>
          </w:tcPr>
          <w:p w14:paraId="4DF339E0" w14:textId="00456098" w:rsidR="005B41D7" w:rsidRPr="006859F3" w:rsidRDefault="005B41D7" w:rsidP="006859F3">
            <w:pPr>
              <w:spacing w:beforeAutospacing="0" w:afterAutospacing="0"/>
              <w:rPr>
                <w:sz w:val="22"/>
                <w:szCs w:val="22"/>
              </w:rPr>
            </w:pPr>
          </w:p>
        </w:tc>
      </w:tr>
    </w:tbl>
    <w:p w14:paraId="3B68BEAF" w14:textId="46BAA21D" w:rsidR="00194FF2" w:rsidRPr="006E6E6D" w:rsidRDefault="006859F3" w:rsidP="006859F3">
      <w:pPr>
        <w:pStyle w:val="Titre1"/>
      </w:pPr>
      <w:r>
        <w:t>Je m’autoévalue</w:t>
      </w:r>
    </w:p>
    <w:p w14:paraId="3C681B23" w14:textId="4AA9BDAA" w:rsidR="00194FF2" w:rsidRPr="006E6E6D" w:rsidRDefault="00194FF2" w:rsidP="006859F3">
      <w:pPr>
        <w:pStyle w:val="Paragraphedeliste"/>
        <w:numPr>
          <w:ilvl w:val="0"/>
          <w:numId w:val="22"/>
        </w:numPr>
      </w:pPr>
      <w:r w:rsidRPr="006E6E6D">
        <w:t>Si les quatre questions sont justes, tu peux passer à la fiche</w:t>
      </w:r>
      <w:r w:rsidR="00963262">
        <w:t> </w:t>
      </w:r>
      <w:r w:rsidRPr="006E6E6D">
        <w:t>A4 : «</w:t>
      </w:r>
      <w:r w:rsidR="00963262">
        <w:t> </w:t>
      </w:r>
      <w:r w:rsidRPr="006E6E6D">
        <w:t>J’approfondis</w:t>
      </w:r>
      <w:r w:rsidR="00963262">
        <w:t> </w:t>
      </w:r>
      <w:r w:rsidRPr="006E6E6D">
        <w:t>».</w:t>
      </w:r>
    </w:p>
    <w:p w14:paraId="558C7518" w14:textId="6D1CC811" w:rsidR="0012047F" w:rsidRPr="005B41D7" w:rsidRDefault="00194FF2" w:rsidP="00686E4C">
      <w:pPr>
        <w:pStyle w:val="Paragraphedeliste"/>
        <w:numPr>
          <w:ilvl w:val="0"/>
          <w:numId w:val="22"/>
        </w:numPr>
        <w:spacing w:before="100" w:after="100"/>
      </w:pPr>
      <w:r w:rsidRPr="006E6E6D">
        <w:t>S’il y a une ou des erreurs, tu fais la fiche</w:t>
      </w:r>
      <w:r w:rsidR="00963262">
        <w:t> </w:t>
      </w:r>
      <w:r w:rsidRPr="006E6E6D">
        <w:t>C4 puis la fiche</w:t>
      </w:r>
      <w:r w:rsidR="00963262">
        <w:t> </w:t>
      </w:r>
      <w:r w:rsidRPr="006E6E6D">
        <w:t>E4</w:t>
      </w:r>
      <w:r w:rsidR="00EB12E9" w:rsidRPr="006E6E6D">
        <w:t>.</w:t>
      </w:r>
    </w:p>
    <w:sectPr w:rsidR="0012047F" w:rsidRPr="005B41D7" w:rsidSect="006859F3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184F0" w14:textId="77777777" w:rsidR="00980CA9" w:rsidRDefault="00980CA9" w:rsidP="00A972B9">
      <w:pPr>
        <w:spacing w:after="0"/>
      </w:pPr>
      <w:r>
        <w:separator/>
      </w:r>
    </w:p>
  </w:endnote>
  <w:endnote w:type="continuationSeparator" w:id="0">
    <w:p w14:paraId="30317023" w14:textId="77777777" w:rsidR="00980CA9" w:rsidRDefault="00980CA9" w:rsidP="00A972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720E7" w14:textId="77777777" w:rsidR="00980CA9" w:rsidRDefault="00980CA9" w:rsidP="00A972B9">
      <w:pPr>
        <w:spacing w:after="0"/>
      </w:pPr>
      <w:r>
        <w:separator/>
      </w:r>
    </w:p>
  </w:footnote>
  <w:footnote w:type="continuationSeparator" w:id="0">
    <w:p w14:paraId="17FF404C" w14:textId="77777777" w:rsidR="00980CA9" w:rsidRDefault="00980CA9" w:rsidP="00A972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2F25"/>
    <w:multiLevelType w:val="hybridMultilevel"/>
    <w:tmpl w:val="AD36A4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32A99"/>
    <w:multiLevelType w:val="hybridMultilevel"/>
    <w:tmpl w:val="DDC6B8A8"/>
    <w:lvl w:ilvl="0" w:tplc="9FECC08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720BE"/>
    <w:multiLevelType w:val="hybridMultilevel"/>
    <w:tmpl w:val="470060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D1376"/>
    <w:multiLevelType w:val="hybridMultilevel"/>
    <w:tmpl w:val="0436D3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278B4"/>
    <w:multiLevelType w:val="hybridMultilevel"/>
    <w:tmpl w:val="13AE48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32E43"/>
    <w:multiLevelType w:val="hybridMultilevel"/>
    <w:tmpl w:val="9CF00C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C689A"/>
    <w:multiLevelType w:val="hybridMultilevel"/>
    <w:tmpl w:val="DDC6B8A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5A218C"/>
    <w:multiLevelType w:val="hybridMultilevel"/>
    <w:tmpl w:val="E9C00C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35C58"/>
    <w:multiLevelType w:val="hybridMultilevel"/>
    <w:tmpl w:val="9CF00C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A67D5"/>
    <w:multiLevelType w:val="hybridMultilevel"/>
    <w:tmpl w:val="E9C00CA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868D3"/>
    <w:multiLevelType w:val="hybridMultilevel"/>
    <w:tmpl w:val="1FF6ABAA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77338"/>
    <w:multiLevelType w:val="hybridMultilevel"/>
    <w:tmpl w:val="D4789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2"/>
  </w:num>
  <w:num w:numId="5">
    <w:abstractNumId w:val="1"/>
  </w:num>
  <w:num w:numId="6">
    <w:abstractNumId w:val="7"/>
  </w:num>
  <w:num w:numId="7">
    <w:abstractNumId w:val="15"/>
  </w:num>
  <w:num w:numId="8">
    <w:abstractNumId w:val="19"/>
  </w:num>
  <w:num w:numId="9">
    <w:abstractNumId w:val="13"/>
  </w:num>
  <w:num w:numId="10">
    <w:abstractNumId w:val="18"/>
  </w:num>
  <w:num w:numId="11">
    <w:abstractNumId w:val="17"/>
  </w:num>
  <w:num w:numId="12">
    <w:abstractNumId w:val="4"/>
  </w:num>
  <w:num w:numId="13">
    <w:abstractNumId w:val="5"/>
  </w:num>
  <w:num w:numId="14">
    <w:abstractNumId w:val="12"/>
  </w:num>
  <w:num w:numId="15">
    <w:abstractNumId w:val="6"/>
  </w:num>
  <w:num w:numId="16">
    <w:abstractNumId w:val="20"/>
  </w:num>
  <w:num w:numId="17">
    <w:abstractNumId w:val="10"/>
  </w:num>
  <w:num w:numId="18">
    <w:abstractNumId w:val="11"/>
  </w:num>
  <w:num w:numId="19">
    <w:abstractNumId w:val="21"/>
  </w:num>
  <w:num w:numId="20">
    <w:abstractNumId w:val="14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E1"/>
    <w:rsid w:val="000345E0"/>
    <w:rsid w:val="000A32F9"/>
    <w:rsid w:val="000B17FF"/>
    <w:rsid w:val="0010049C"/>
    <w:rsid w:val="0012047F"/>
    <w:rsid w:val="001451A3"/>
    <w:rsid w:val="00165B1C"/>
    <w:rsid w:val="00194FF2"/>
    <w:rsid w:val="001A4CD1"/>
    <w:rsid w:val="001B06B9"/>
    <w:rsid w:val="001D7970"/>
    <w:rsid w:val="002A3D8B"/>
    <w:rsid w:val="002F4D03"/>
    <w:rsid w:val="003026CE"/>
    <w:rsid w:val="003074DA"/>
    <w:rsid w:val="003E0709"/>
    <w:rsid w:val="0041585D"/>
    <w:rsid w:val="004C65E8"/>
    <w:rsid w:val="00504B0E"/>
    <w:rsid w:val="005255B7"/>
    <w:rsid w:val="005B41D7"/>
    <w:rsid w:val="005F4F9D"/>
    <w:rsid w:val="006576E1"/>
    <w:rsid w:val="00683EB1"/>
    <w:rsid w:val="006859F3"/>
    <w:rsid w:val="006E6E6D"/>
    <w:rsid w:val="00790FF5"/>
    <w:rsid w:val="007D15A6"/>
    <w:rsid w:val="00803B91"/>
    <w:rsid w:val="00840DD3"/>
    <w:rsid w:val="0088166D"/>
    <w:rsid w:val="00892BEE"/>
    <w:rsid w:val="00897558"/>
    <w:rsid w:val="008B4494"/>
    <w:rsid w:val="00936729"/>
    <w:rsid w:val="00963262"/>
    <w:rsid w:val="00980CA9"/>
    <w:rsid w:val="009D0055"/>
    <w:rsid w:val="00A23BA8"/>
    <w:rsid w:val="00A40700"/>
    <w:rsid w:val="00A972B9"/>
    <w:rsid w:val="00AE3C96"/>
    <w:rsid w:val="00AF2C3C"/>
    <w:rsid w:val="00C155E4"/>
    <w:rsid w:val="00CA4D14"/>
    <w:rsid w:val="00CD5190"/>
    <w:rsid w:val="00D156C2"/>
    <w:rsid w:val="00D174E9"/>
    <w:rsid w:val="00D72A84"/>
    <w:rsid w:val="00D93AF6"/>
    <w:rsid w:val="00E96394"/>
    <w:rsid w:val="00EB12E9"/>
    <w:rsid w:val="00F25471"/>
    <w:rsid w:val="00FD4FBC"/>
    <w:rsid w:val="00FE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0C7C"/>
  <w15:chartTrackingRefBased/>
  <w15:docId w15:val="{9AFDE120-2BF2-4C1F-877E-BCE14D4D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262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63262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3262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63262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26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96326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63262"/>
  </w:style>
  <w:style w:type="table" w:styleId="Grilledutableau">
    <w:name w:val="Table Grid"/>
    <w:basedOn w:val="TableauNormal"/>
    <w:uiPriority w:val="59"/>
    <w:rsid w:val="0096326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rsid w:val="00963262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63262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963262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A972B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A972B9"/>
  </w:style>
  <w:style w:type="paragraph" w:styleId="Pieddepage">
    <w:name w:val="footer"/>
    <w:basedOn w:val="Normal"/>
    <w:link w:val="PieddepageCar"/>
    <w:uiPriority w:val="99"/>
    <w:unhideWhenUsed/>
    <w:rsid w:val="00963262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963262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963262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963262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963262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963262"/>
    <w:rPr>
      <w:color w:val="808080"/>
    </w:rPr>
  </w:style>
  <w:style w:type="paragraph" w:customStyle="1" w:styleId="Titredecollection">
    <w:name w:val="Titre de collection"/>
    <w:basedOn w:val="Normal"/>
    <w:qFormat/>
    <w:rsid w:val="00963262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963262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963262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96326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963262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963262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3262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963262"/>
    <w:rPr>
      <w:color w:val="0000FF"/>
      <w:u w:val="single"/>
    </w:rPr>
  </w:style>
  <w:style w:type="paragraph" w:customStyle="1" w:styleId="Encartgras">
    <w:name w:val="Encart gras"/>
    <w:basedOn w:val="Normal"/>
    <w:qFormat/>
    <w:rsid w:val="00963262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963262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963262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963262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963262"/>
    <w:pPr>
      <w:shd w:val="clear" w:color="auto" w:fill="CFD5E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859F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59F3"/>
    <w:rPr>
      <w:rFonts w:ascii="Segoe UI" w:eastAsia="Times New Roman" w:hAnsi="Segoe UI" w:cs="Segoe UI"/>
      <w:iCs/>
      <w:color w:val="252525"/>
      <w:kern w:val="0"/>
      <w:sz w:val="18"/>
      <w:szCs w:val="18"/>
      <w:shd w:val="clear" w:color="auto" w:fill="FFFFFF"/>
      <w:lang w:eastAsia="fr-FR"/>
      <w14:ligatures w14:val="none"/>
    </w:rPr>
  </w:style>
  <w:style w:type="paragraph" w:styleId="Sansinterligne">
    <w:name w:val="No Spacing"/>
    <w:uiPriority w:val="1"/>
    <w:qFormat/>
    <w:rsid w:val="006859F3"/>
    <w:pPr>
      <w:shd w:val="clear" w:color="auto" w:fill="FFFFFF"/>
      <w:spacing w:beforeAutospacing="1" w:after="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42A7B-413D-454F-823E-3E6388BB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21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JEROME SAVIDAN</cp:lastModifiedBy>
  <cp:revision>9</cp:revision>
  <dcterms:created xsi:type="dcterms:W3CDTF">2023-06-21T14:36:00Z</dcterms:created>
  <dcterms:modified xsi:type="dcterms:W3CDTF">2023-08-08T13:17:00Z</dcterms:modified>
</cp:coreProperties>
</file>